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186" w:rsidRPr="009C6721" w:rsidRDefault="00432186" w:rsidP="009C672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C6721">
        <w:rPr>
          <w:rFonts w:ascii="Times New Roman" w:hAnsi="Times New Roman"/>
          <w:b/>
          <w:sz w:val="28"/>
          <w:szCs w:val="28"/>
        </w:rPr>
        <w:t>Меры социальной поддержки обучающихся</w:t>
      </w:r>
    </w:p>
    <w:p w:rsidR="00432186" w:rsidRDefault="00432186" w:rsidP="009C672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32186" w:rsidRDefault="00432186" w:rsidP="009C67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2186" w:rsidRPr="009C6721" w:rsidRDefault="00432186" w:rsidP="009C67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6721">
        <w:rPr>
          <w:rFonts w:ascii="Times New Roman" w:hAnsi="Times New Roman"/>
          <w:sz w:val="28"/>
          <w:szCs w:val="28"/>
        </w:rPr>
        <w:t>Федеральным законом от 29.12.2012 № 273-ФЗ «Об образовании в Российской Федерации» закреплены основные права обучающихся и меры их социальной поддержки и стимулирования, в том числе предоставление в установленном порядке образовательного кредита.</w:t>
      </w:r>
      <w:bookmarkStart w:id="0" w:name="_GoBack"/>
      <w:bookmarkEnd w:id="0"/>
    </w:p>
    <w:p w:rsidR="00432186" w:rsidRPr="009C6721" w:rsidRDefault="00432186" w:rsidP="009C67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6721">
        <w:rPr>
          <w:rFonts w:ascii="Times New Roman" w:hAnsi="Times New Roman"/>
          <w:sz w:val="28"/>
          <w:szCs w:val="28"/>
        </w:rPr>
        <w:t>В соответствии с вышеуказанном Законом образовательные кредиты предоставляются банками и иными кредитными организациями гражданам, поступившим в организации, осуществляющие образовательную деятельность, для обучения по соответствующим образовательным программам, и являются целевыми.</w:t>
      </w:r>
    </w:p>
    <w:p w:rsidR="00432186" w:rsidRPr="009C6721" w:rsidRDefault="00432186" w:rsidP="009C67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6721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26.02.2018 № 197 утверждены Правила предоставления государственной поддержки образовательного кредитования. Правилами определены условия, размеры и порядок предоставления государственной поддержки образовательного кредитования, а также установлен порядок возврата кредита в случае досрочного прекращения образовательных отношений между заемщиком и образовательной организацией.</w:t>
      </w:r>
    </w:p>
    <w:p w:rsidR="00432186" w:rsidRPr="009C6721" w:rsidRDefault="00432186" w:rsidP="009C67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6721">
        <w:rPr>
          <w:rFonts w:ascii="Times New Roman" w:hAnsi="Times New Roman"/>
          <w:sz w:val="28"/>
          <w:szCs w:val="28"/>
        </w:rPr>
        <w:t>Размер основного образовательного кредита определяется банком и иной кредитной организацией исходя из стоимости образовательной услуги, указанной в договоре об оказании платных образовательных услуг. Предельно допустимый размер сопутствующего образовательного кредита на весь период обучения не может превышать произведения величины 7 прожиточных минимумов по соответствующему субъекту Российской Федерации и количества месяцев льготного периода пользования кредитом с учетом процентов за пользование сопутствующим образовательным кредитом.</w:t>
      </w:r>
    </w:p>
    <w:p w:rsidR="00432186" w:rsidRPr="009C6721" w:rsidRDefault="00432186" w:rsidP="009C67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6721">
        <w:rPr>
          <w:rFonts w:ascii="Times New Roman" w:hAnsi="Times New Roman"/>
          <w:sz w:val="28"/>
          <w:szCs w:val="28"/>
        </w:rPr>
        <w:t>Важным условием предоставления образовательного кредита является то, что заемщик не предоставляет обеспечение для получения образовательного кредита.</w:t>
      </w:r>
    </w:p>
    <w:p w:rsidR="00432186" w:rsidRPr="009C6721" w:rsidRDefault="00432186" w:rsidP="009C67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6721">
        <w:rPr>
          <w:rFonts w:ascii="Times New Roman" w:hAnsi="Times New Roman"/>
          <w:sz w:val="28"/>
          <w:szCs w:val="28"/>
        </w:rPr>
        <w:t>Кроме того, заемщиком, начиная с начала пользования образовательным кредитом осуществляются платежи по погашению части текущих процентов за 1-й и 2-й годы пользования образовательным кредитом в соответствии с льготным периодом. Начиная с 3-го года пользования образовательным кредитом осуществляются в полном объеме платежи по погашению текущих процентов за 3-й и последующие годы пользования образовательным кредитом. Начиная с даты истечения льготного периода пользования образовательным кредитом осуществляются равные платежи по погашению суммы основного долга, текущих процентов и процентов за 1-й и 2-й годы пользования образовательным кредитом в части, по уплате которой была предоставлена отсрочка.</w:t>
      </w:r>
    </w:p>
    <w:p w:rsidR="00432186" w:rsidRPr="009C6721" w:rsidRDefault="00432186" w:rsidP="009C67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6721">
        <w:rPr>
          <w:rFonts w:ascii="Times New Roman" w:hAnsi="Times New Roman"/>
          <w:sz w:val="28"/>
          <w:szCs w:val="28"/>
        </w:rPr>
        <w:t>После завершения обучения в образовательной организации заемщик возвращает образовательный кредит в течение срока, не превышающего 120 месяцев со дня окончания льготного периода пользования образовательным кредитом.</w:t>
      </w:r>
    </w:p>
    <w:p w:rsidR="00432186" w:rsidRDefault="00432186" w:rsidP="009C67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6721">
        <w:rPr>
          <w:rFonts w:ascii="Times New Roman" w:hAnsi="Times New Roman"/>
          <w:sz w:val="28"/>
          <w:szCs w:val="28"/>
        </w:rPr>
        <w:t>Договор о предоставлении образовательного кредита продолжает действовать в течение всего срока пользования образовательным кредитом в соответствии с условиями, установленными на дату заключения договора о предоставлении образовательного кредита, до даты полного погашения образовательного кредита.</w:t>
      </w:r>
    </w:p>
    <w:p w:rsidR="00432186" w:rsidRDefault="00432186" w:rsidP="009C67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2186" w:rsidRDefault="00432186" w:rsidP="009C672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Прокурор района </w:t>
      </w:r>
    </w:p>
    <w:p w:rsidR="00432186" w:rsidRPr="009C6721" w:rsidRDefault="00432186" w:rsidP="009C6721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юрист 1 класса                                                                              Н.Ю. Старкин</w:t>
      </w:r>
    </w:p>
    <w:sectPr w:rsidR="00432186" w:rsidRPr="009C6721" w:rsidSect="00DA74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4526"/>
    <w:rsid w:val="000E4A83"/>
    <w:rsid w:val="00273DA7"/>
    <w:rsid w:val="00432186"/>
    <w:rsid w:val="009C6721"/>
    <w:rsid w:val="00A137D8"/>
    <w:rsid w:val="00B44526"/>
    <w:rsid w:val="00DA7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42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51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2</Pages>
  <Words>453</Words>
  <Characters>2583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прокуратура</cp:lastModifiedBy>
  <cp:revision>3</cp:revision>
  <dcterms:created xsi:type="dcterms:W3CDTF">2018-12-19T10:58:00Z</dcterms:created>
  <dcterms:modified xsi:type="dcterms:W3CDTF">2020-06-29T13:37:00Z</dcterms:modified>
</cp:coreProperties>
</file>