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96" w:rsidRPr="008B3FD4" w:rsidRDefault="00874F96" w:rsidP="008B3FD4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B3FD4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Право на телефонный звонок</w:t>
      </w:r>
    </w:p>
    <w:p w:rsidR="00874F96" w:rsidRDefault="00874F96" w:rsidP="008B3FD4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FD4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 законом от 6 февраля 2020 года № 12-ФЗ «О внесении изменений в Федеральный закон «О полиции» разъясняется, что задержанное лицо в кратчайший срок, но не позднее трех часов с момента задержания, если иное не установлено уголовно-процессуальным законодательством Российской Федерации или настоящей статьей, имеет право на один телефонный разговор в присутствии сотрудника полиции в целях уведомления близкого родственника (родственника) или близкого лица о своем задержании и месте нахождения.</w:t>
      </w:r>
      <w:bookmarkStart w:id="0" w:name="_GoBack"/>
      <w:bookmarkEnd w:id="0"/>
    </w:p>
    <w:p w:rsidR="00874F96" w:rsidRDefault="00874F96" w:rsidP="008B3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F96" w:rsidRDefault="00874F96" w:rsidP="008B3FD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874F96" w:rsidRPr="008B3FD4" w:rsidRDefault="00874F96" w:rsidP="008B3FD4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p w:rsidR="00874F96" w:rsidRPr="008B3FD4" w:rsidRDefault="00874F96" w:rsidP="008B3FD4">
      <w:pPr>
        <w:jc w:val="both"/>
        <w:rPr>
          <w:color w:val="000000"/>
          <w:sz w:val="28"/>
          <w:szCs w:val="28"/>
        </w:rPr>
      </w:pPr>
    </w:p>
    <w:sectPr w:rsidR="00874F96" w:rsidRPr="008B3FD4" w:rsidSect="00AE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7AC"/>
    <w:rsid w:val="000F26A6"/>
    <w:rsid w:val="0018208B"/>
    <w:rsid w:val="004107AC"/>
    <w:rsid w:val="00874F96"/>
    <w:rsid w:val="008B3FD4"/>
    <w:rsid w:val="00966F57"/>
    <w:rsid w:val="00AE3ECC"/>
    <w:rsid w:val="00BC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C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C68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C681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97</Words>
  <Characters>558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прокуратура</cp:lastModifiedBy>
  <cp:revision>3</cp:revision>
  <dcterms:created xsi:type="dcterms:W3CDTF">2020-02-20T14:52:00Z</dcterms:created>
  <dcterms:modified xsi:type="dcterms:W3CDTF">2020-06-29T13:39:00Z</dcterms:modified>
</cp:coreProperties>
</file>