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784" w:rsidRPr="0068223B" w:rsidRDefault="00396784" w:rsidP="0068223B">
      <w:pPr>
        <w:jc w:val="center"/>
        <w:rPr>
          <w:rFonts w:ascii="Times New Roman" w:hAnsi="Times New Roman"/>
          <w:b/>
          <w:sz w:val="28"/>
          <w:szCs w:val="28"/>
        </w:rPr>
      </w:pPr>
      <w:r w:rsidRPr="0068223B">
        <w:rPr>
          <w:rFonts w:ascii="Times New Roman" w:hAnsi="Times New Roman"/>
          <w:b/>
          <w:sz w:val="28"/>
          <w:szCs w:val="28"/>
        </w:rPr>
        <w:t>С 1 марта до 1 октября 2020 года включительно установлен особый порядок признания лица инвалидом</w:t>
      </w:r>
    </w:p>
    <w:p w:rsidR="00396784" w:rsidRPr="0068223B" w:rsidRDefault="00396784" w:rsidP="0068223B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00632">
        <w:rPr>
          <w:sz w:val="28"/>
          <w:szCs w:val="28"/>
        </w:rPr>
        <w:t>Постановление</w:t>
      </w:r>
      <w:r w:rsidRPr="0068223B">
        <w:rPr>
          <w:sz w:val="28"/>
          <w:szCs w:val="28"/>
        </w:rPr>
        <w:t xml:space="preserve">м </w:t>
      </w:r>
      <w:r>
        <w:rPr>
          <w:sz w:val="28"/>
          <w:szCs w:val="28"/>
        </w:rPr>
        <w:t>П</w:t>
      </w:r>
      <w:r w:rsidRPr="0068223B">
        <w:rPr>
          <w:sz w:val="28"/>
          <w:szCs w:val="28"/>
        </w:rPr>
        <w:t>равительства Российской Федерации от 9 апреля 2020 года № 467 утвержден Временный порядок признания лица инвалидом.</w:t>
      </w:r>
    </w:p>
    <w:p w:rsidR="00396784" w:rsidRPr="0068223B" w:rsidRDefault="00396784" w:rsidP="0068223B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223B">
        <w:rPr>
          <w:sz w:val="28"/>
          <w:szCs w:val="28"/>
        </w:rPr>
        <w:t>Признание гражданина инвалидом, срок переосвидетельствования которого наступает в период действия утвержденного Временного порядка, при отсутствии направления на МСЭ указанного гражданина осуществляется путем продления ранее установленной группы инвалидности (категории «ребенок-инвалид»), причины инвалидности, а также разработки новой ИПРА инвалида, включающей ранее рекомендованные реабилитационные или абилитационные мероприятия.</w:t>
      </w:r>
    </w:p>
    <w:p w:rsidR="00396784" w:rsidRPr="0068223B" w:rsidRDefault="00396784" w:rsidP="0068223B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223B">
        <w:rPr>
          <w:sz w:val="28"/>
          <w:szCs w:val="28"/>
        </w:rPr>
        <w:t>Инвалидность продлевается на срок 6 месяцев и устанавливается с даты, до которой была установлена инвалидность при предыдущем освидетельствовании.</w:t>
      </w:r>
    </w:p>
    <w:p w:rsidR="00396784" w:rsidRPr="0068223B" w:rsidRDefault="00396784" w:rsidP="0068223B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223B">
        <w:rPr>
          <w:sz w:val="28"/>
          <w:szCs w:val="28"/>
        </w:rPr>
        <w:t>Продление инвалидности осуществляется без истребования заявления о проведении МСЭ. Письменное согласие гражданина на проведение медико-социальной экспертизы не требуется.</w:t>
      </w:r>
    </w:p>
    <w:p w:rsidR="00396784" w:rsidRPr="0068223B" w:rsidRDefault="00396784" w:rsidP="0068223B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223B">
        <w:rPr>
          <w:sz w:val="28"/>
          <w:szCs w:val="28"/>
        </w:rPr>
        <w:t>Решение о продлении инвалидности и разработке ИПРА принимается учреждением МСЭ не позднее чем за 3 рабочих дня до истечения ранее установленного срока инвалидности.</w:t>
      </w:r>
    </w:p>
    <w:p w:rsidR="00396784" w:rsidRPr="0068223B" w:rsidRDefault="00396784" w:rsidP="0068223B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223B">
        <w:rPr>
          <w:sz w:val="28"/>
          <w:szCs w:val="28"/>
        </w:rPr>
        <w:t>Справка, подтверждающая факт установления инвалидности, и ИПРА направляются гражданину заказным почтовым отправлением.</w:t>
      </w:r>
    </w:p>
    <w:p w:rsidR="00396784" w:rsidRPr="0068223B" w:rsidRDefault="00396784" w:rsidP="0068223B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223B">
        <w:rPr>
          <w:sz w:val="28"/>
          <w:szCs w:val="28"/>
        </w:rPr>
        <w:t>Постановление правительства Российской Федерации вступило в законную силу 9 апреля 2020 года.</w:t>
      </w:r>
    </w:p>
    <w:p w:rsidR="00396784" w:rsidRPr="007A2AEC" w:rsidRDefault="00396784" w:rsidP="007A2AEC">
      <w:pPr>
        <w:rPr>
          <w:rFonts w:ascii="Times New Roman" w:hAnsi="Times New Roman"/>
          <w:sz w:val="28"/>
          <w:szCs w:val="28"/>
        </w:rPr>
      </w:pPr>
    </w:p>
    <w:p w:rsidR="00396784" w:rsidRDefault="00396784" w:rsidP="002B62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Прокурор района </w:t>
      </w:r>
    </w:p>
    <w:p w:rsidR="00396784" w:rsidRPr="007A2AEC" w:rsidRDefault="00396784" w:rsidP="002B6210">
      <w:r>
        <w:rPr>
          <w:rFonts w:ascii="Times New Roman" w:hAnsi="Times New Roman"/>
          <w:sz w:val="28"/>
          <w:szCs w:val="28"/>
        </w:rPr>
        <w:t>юрист 1 класса                                                                              Н.Ю. Старкин</w:t>
      </w:r>
    </w:p>
    <w:p w:rsidR="00396784" w:rsidRPr="00933C2C" w:rsidRDefault="00396784" w:rsidP="007F6465">
      <w:pPr>
        <w:pStyle w:val="Heading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bookmarkStart w:id="0" w:name="_GoBack"/>
      <w:bookmarkEnd w:id="0"/>
      <w:r w:rsidRPr="00933C2C">
        <w:rPr>
          <w:b w:val="0"/>
          <w:sz w:val="28"/>
          <w:szCs w:val="28"/>
          <w:u w:val="single"/>
        </w:rPr>
        <w:br/>
      </w:r>
      <w:r w:rsidRPr="00933C2C">
        <w:rPr>
          <w:b w:val="0"/>
          <w:sz w:val="28"/>
          <w:szCs w:val="28"/>
          <w:u w:val="single"/>
        </w:rPr>
        <w:br/>
      </w:r>
    </w:p>
    <w:sectPr w:rsidR="00396784" w:rsidRPr="00933C2C" w:rsidSect="00564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4C6E"/>
    <w:rsid w:val="0015497B"/>
    <w:rsid w:val="001610DA"/>
    <w:rsid w:val="0017262C"/>
    <w:rsid w:val="001C02E6"/>
    <w:rsid w:val="001F26E6"/>
    <w:rsid w:val="00201401"/>
    <w:rsid w:val="0023113D"/>
    <w:rsid w:val="00231420"/>
    <w:rsid w:val="002A20C4"/>
    <w:rsid w:val="002B3EC7"/>
    <w:rsid w:val="002B6210"/>
    <w:rsid w:val="00313BB3"/>
    <w:rsid w:val="00396784"/>
    <w:rsid w:val="003A2748"/>
    <w:rsid w:val="003D34BF"/>
    <w:rsid w:val="004312B8"/>
    <w:rsid w:val="005165CD"/>
    <w:rsid w:val="00517F70"/>
    <w:rsid w:val="00545C87"/>
    <w:rsid w:val="00564217"/>
    <w:rsid w:val="005F4957"/>
    <w:rsid w:val="00632614"/>
    <w:rsid w:val="0068223B"/>
    <w:rsid w:val="00685CC4"/>
    <w:rsid w:val="00691F25"/>
    <w:rsid w:val="00700632"/>
    <w:rsid w:val="00712178"/>
    <w:rsid w:val="00765276"/>
    <w:rsid w:val="007A2AEC"/>
    <w:rsid w:val="007F6465"/>
    <w:rsid w:val="008902A6"/>
    <w:rsid w:val="00894BA0"/>
    <w:rsid w:val="008A15C2"/>
    <w:rsid w:val="00933C2C"/>
    <w:rsid w:val="009645B1"/>
    <w:rsid w:val="009A3F52"/>
    <w:rsid w:val="009A6045"/>
    <w:rsid w:val="00A52051"/>
    <w:rsid w:val="00A72F39"/>
    <w:rsid w:val="00A7330B"/>
    <w:rsid w:val="00AB50C8"/>
    <w:rsid w:val="00AD496B"/>
    <w:rsid w:val="00BA75E9"/>
    <w:rsid w:val="00BF10CC"/>
    <w:rsid w:val="00BF6E1D"/>
    <w:rsid w:val="00C009A8"/>
    <w:rsid w:val="00C843E0"/>
    <w:rsid w:val="00D63DED"/>
    <w:rsid w:val="00DA219D"/>
    <w:rsid w:val="00EC703A"/>
    <w:rsid w:val="00EE46B2"/>
    <w:rsid w:val="00FA4C6E"/>
    <w:rsid w:val="00FB0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614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6326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link w:val="Heading2Char"/>
    <w:uiPriority w:val="99"/>
    <w:qFormat/>
    <w:rsid w:val="00FA4C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32614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A4C6E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ListParagraph">
    <w:name w:val="List Paragraph"/>
    <w:basedOn w:val="Normal"/>
    <w:uiPriority w:val="99"/>
    <w:qFormat/>
    <w:rsid w:val="00632614"/>
    <w:pPr>
      <w:ind w:left="720"/>
      <w:contextualSpacing/>
    </w:pPr>
  </w:style>
  <w:style w:type="paragraph" w:styleId="NormalWeb">
    <w:name w:val="Normal (Web)"/>
    <w:basedOn w:val="Normal"/>
    <w:uiPriority w:val="99"/>
    <w:rsid w:val="00FA4C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A72F39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3D34BF"/>
    <w:rPr>
      <w:rFonts w:cs="Times New Roman"/>
      <w:color w:val="0000FF"/>
      <w:u w:val="single"/>
    </w:rPr>
  </w:style>
  <w:style w:type="character" w:customStyle="1" w:styleId="b-share">
    <w:name w:val="b-share"/>
    <w:basedOn w:val="DefaultParagraphFont"/>
    <w:uiPriority w:val="99"/>
    <w:rsid w:val="008902A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068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06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6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906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6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06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6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06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6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0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6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906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6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06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068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221</Words>
  <Characters>1264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Eugenia Marchuk</dc:creator>
  <cp:keywords/>
  <dc:description/>
  <cp:lastModifiedBy>прокуратура</cp:lastModifiedBy>
  <cp:revision>4</cp:revision>
  <dcterms:created xsi:type="dcterms:W3CDTF">2020-04-26T12:07:00Z</dcterms:created>
  <dcterms:modified xsi:type="dcterms:W3CDTF">2020-06-29T13:46:00Z</dcterms:modified>
</cp:coreProperties>
</file>