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41" w:rsidRPr="004312B8" w:rsidRDefault="00F92841" w:rsidP="004312B8">
      <w:pPr>
        <w:pStyle w:val="Heading2"/>
        <w:shd w:val="clear" w:color="auto" w:fill="FFFFFF"/>
        <w:spacing w:before="240" w:beforeAutospacing="0" w:after="240" w:afterAutospacing="0" w:line="450" w:lineRule="atLeast"/>
        <w:jc w:val="center"/>
        <w:rPr>
          <w:color w:val="1C1C1C"/>
          <w:sz w:val="28"/>
          <w:szCs w:val="28"/>
        </w:rPr>
      </w:pPr>
      <w:r w:rsidRPr="004312B8">
        <w:rPr>
          <w:color w:val="1C1C1C"/>
          <w:sz w:val="28"/>
          <w:szCs w:val="28"/>
        </w:rPr>
        <w:t>С 13 декабря 2019 года появился новый способ взыскания долгов по заработной плате</w:t>
      </w:r>
    </w:p>
    <w:p w:rsidR="00F92841" w:rsidRPr="004312B8" w:rsidRDefault="00F92841" w:rsidP="004312B8">
      <w:pPr>
        <w:pStyle w:val="Heading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92841" w:rsidRPr="004312B8" w:rsidRDefault="00F92841" w:rsidP="004312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2B8">
        <w:rPr>
          <w:rFonts w:ascii="Times New Roman" w:hAnsi="Times New Roman"/>
          <w:sz w:val="28"/>
          <w:szCs w:val="28"/>
          <w:lang w:eastAsia="ru-RU"/>
        </w:rPr>
        <w:t>С 13 декабря 2019 года в силу вступили два закона, которые меняют подход к взысканию долгов по зарплате. Поправки внесены в Трудовой кодекс РФ и Закон об исполнительном производстве. Решение о принудительном исполнении обязанности работодателя погасить долги по начисленной, но не выплаченной в срок зарплате сможет принять инспектор труда. То же самое касается других трудовых выплат.</w:t>
      </w:r>
    </w:p>
    <w:p w:rsidR="00F92841" w:rsidRPr="004312B8" w:rsidRDefault="00F92841" w:rsidP="004312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2B8">
        <w:rPr>
          <w:rFonts w:ascii="Times New Roman" w:hAnsi="Times New Roman"/>
          <w:sz w:val="28"/>
          <w:szCs w:val="28"/>
          <w:lang w:eastAsia="ru-RU"/>
        </w:rPr>
        <w:t>Его решение будет считаться исполнительным документом. Решение принимается, если компания вовремя не выполнит предписание – устранить нарушение, связанное с оплатой труда. В течение трех рабочих дней после принятия решение направят работодателю заказным письмом с уведомлением или в форме электронного документа. У компании будет 10 дней со дня получения, чтобы оспорить документ в суде.</w:t>
      </w:r>
    </w:p>
    <w:p w:rsidR="00F92841" w:rsidRPr="004312B8" w:rsidRDefault="00F92841" w:rsidP="004312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2B8">
        <w:rPr>
          <w:rFonts w:ascii="Times New Roman" w:hAnsi="Times New Roman"/>
          <w:sz w:val="28"/>
          <w:szCs w:val="28"/>
          <w:lang w:eastAsia="ru-RU"/>
        </w:rPr>
        <w:t>Если решение инспектора не исполнить, а срок обжалования истечет, электронный экземпляр исполнительного документа передадут в ФССП. </w:t>
      </w:r>
    </w:p>
    <w:p w:rsidR="00F92841" w:rsidRPr="004312B8" w:rsidRDefault="00F92841" w:rsidP="004312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2B8">
        <w:rPr>
          <w:rFonts w:ascii="Times New Roman" w:hAnsi="Times New Roman"/>
          <w:sz w:val="28"/>
          <w:szCs w:val="28"/>
          <w:lang w:eastAsia="ru-RU"/>
        </w:rPr>
        <w:t>Затем пристав вынесет постановление о возбуждении исполнительного производства и запросит у кредитной организации сведения о видах и номерах банковских счетов должника, количестве и движении денег в рублях и иностранной валюте.</w:t>
      </w:r>
    </w:p>
    <w:p w:rsidR="00F92841" w:rsidRPr="004312B8" w:rsidRDefault="00F92841" w:rsidP="004312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2B8">
        <w:rPr>
          <w:rFonts w:ascii="Times New Roman" w:hAnsi="Times New Roman"/>
          <w:sz w:val="28"/>
          <w:szCs w:val="28"/>
          <w:lang w:eastAsia="ru-RU"/>
        </w:rPr>
        <w:t>Со дня, когда работодатель получит постановление, у него будет пять дней, чтобы добровольно выплатить долги. В противном случае пристав вынесет и направит в кредитную организацию постановление о взыскании денег. Их должны будут перевести взыскателю немедленно.</w:t>
      </w:r>
    </w:p>
    <w:p w:rsidR="00F92841" w:rsidRPr="00DC0976" w:rsidRDefault="00F92841" w:rsidP="00DC0976">
      <w:pPr>
        <w:rPr>
          <w:rFonts w:ascii="Times New Roman" w:hAnsi="Times New Roman"/>
          <w:sz w:val="28"/>
          <w:szCs w:val="28"/>
        </w:rPr>
      </w:pPr>
    </w:p>
    <w:p w:rsidR="00F92841" w:rsidRDefault="00F92841" w:rsidP="008458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F92841" w:rsidRPr="00DC0976" w:rsidRDefault="00F92841" w:rsidP="008458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  <w:r w:rsidRPr="00DC0976">
        <w:rPr>
          <w:rFonts w:ascii="Times New Roman" w:hAnsi="Times New Roman"/>
          <w:sz w:val="28"/>
          <w:szCs w:val="28"/>
        </w:rPr>
        <w:t xml:space="preserve"> </w:t>
      </w:r>
    </w:p>
    <w:p w:rsidR="00F92841" w:rsidRPr="00DC0976" w:rsidRDefault="00F92841" w:rsidP="00DC0976"/>
    <w:p w:rsidR="00F92841" w:rsidRPr="00BA75E9" w:rsidRDefault="00F92841" w:rsidP="00BA75E9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2841" w:rsidRPr="00BA75E9" w:rsidRDefault="00F92841">
      <w:pPr>
        <w:jc w:val="both"/>
        <w:rPr>
          <w:rFonts w:ascii="Times New Roman" w:hAnsi="Times New Roman"/>
          <w:sz w:val="28"/>
          <w:szCs w:val="28"/>
        </w:rPr>
      </w:pPr>
    </w:p>
    <w:sectPr w:rsidR="00F92841" w:rsidRPr="00BA75E9" w:rsidSect="00BF0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C6E"/>
    <w:rsid w:val="001C02E6"/>
    <w:rsid w:val="002A20C4"/>
    <w:rsid w:val="002B3EC7"/>
    <w:rsid w:val="004312B8"/>
    <w:rsid w:val="004F334C"/>
    <w:rsid w:val="005165CD"/>
    <w:rsid w:val="00545C87"/>
    <w:rsid w:val="00632614"/>
    <w:rsid w:val="00845800"/>
    <w:rsid w:val="009A3F52"/>
    <w:rsid w:val="00A37E5F"/>
    <w:rsid w:val="00A72F39"/>
    <w:rsid w:val="00A7330B"/>
    <w:rsid w:val="00AB50C8"/>
    <w:rsid w:val="00BA75E9"/>
    <w:rsid w:val="00BF04DA"/>
    <w:rsid w:val="00BF6E1D"/>
    <w:rsid w:val="00DC0976"/>
    <w:rsid w:val="00EE46B2"/>
    <w:rsid w:val="00F92841"/>
    <w:rsid w:val="00FA4C6E"/>
    <w:rsid w:val="00FB0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61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32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FA4C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261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4C6E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ListParagraph">
    <w:name w:val="List Paragraph"/>
    <w:basedOn w:val="Normal"/>
    <w:uiPriority w:val="99"/>
    <w:qFormat/>
    <w:rsid w:val="00632614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FA4C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72F3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1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7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239</Words>
  <Characters>1367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Marchuk</dc:creator>
  <cp:keywords/>
  <dc:description/>
  <cp:lastModifiedBy>прокуратура</cp:lastModifiedBy>
  <cp:revision>4</cp:revision>
  <dcterms:created xsi:type="dcterms:W3CDTF">2020-01-31T12:03:00Z</dcterms:created>
  <dcterms:modified xsi:type="dcterms:W3CDTF">2020-06-29T13:47:00Z</dcterms:modified>
</cp:coreProperties>
</file>